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7078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98FD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950DC" w14:textId="169803F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</w:t>
      </w:r>
      <w:r w:rsidR="00812A3F">
        <w:rPr>
          <w:rFonts w:ascii="Corbel" w:hAnsi="Corbel"/>
          <w:i/>
          <w:smallCaps/>
          <w:sz w:val="24"/>
          <w:szCs w:val="24"/>
        </w:rPr>
        <w:t>22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812A3F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EAFCE6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8F28E1" w14:textId="740EC9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12A3F">
        <w:rPr>
          <w:rFonts w:ascii="Corbel" w:hAnsi="Corbel"/>
          <w:sz w:val="20"/>
          <w:szCs w:val="20"/>
        </w:rPr>
        <w:t>22</w:t>
      </w:r>
      <w:r w:rsidR="000E184B">
        <w:rPr>
          <w:rFonts w:ascii="Corbel" w:hAnsi="Corbel"/>
          <w:sz w:val="20"/>
          <w:szCs w:val="20"/>
        </w:rPr>
        <w:t>/202</w:t>
      </w:r>
      <w:r w:rsidR="00812A3F">
        <w:rPr>
          <w:rFonts w:ascii="Corbel" w:hAnsi="Corbel"/>
          <w:sz w:val="20"/>
          <w:szCs w:val="20"/>
        </w:rPr>
        <w:t>3</w:t>
      </w:r>
    </w:p>
    <w:p w14:paraId="44200E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CD28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3DC71" w14:textId="77777777" w:rsidTr="00B819C8">
        <w:tc>
          <w:tcPr>
            <w:tcW w:w="2694" w:type="dxa"/>
            <w:vAlign w:val="center"/>
          </w:tcPr>
          <w:p w14:paraId="058806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75BCAB" w14:textId="77777777"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14:paraId="4528464F" w14:textId="77777777" w:rsidTr="00B819C8">
        <w:tc>
          <w:tcPr>
            <w:tcW w:w="2694" w:type="dxa"/>
            <w:vAlign w:val="center"/>
          </w:tcPr>
          <w:p w14:paraId="7BBC99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FB0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EC4BBCE" w14:textId="77777777" w:rsidTr="00B819C8">
        <w:tc>
          <w:tcPr>
            <w:tcW w:w="2694" w:type="dxa"/>
            <w:vAlign w:val="center"/>
          </w:tcPr>
          <w:p w14:paraId="351E29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1BB391" w14:textId="4237DE3C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CD4C71" w14:textId="77777777" w:rsidTr="00B819C8">
        <w:tc>
          <w:tcPr>
            <w:tcW w:w="2694" w:type="dxa"/>
            <w:vAlign w:val="center"/>
          </w:tcPr>
          <w:p w14:paraId="5C65D0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0B6277" w14:textId="3CD6FAB3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585D215" w14:textId="77777777" w:rsidTr="00B819C8">
        <w:tc>
          <w:tcPr>
            <w:tcW w:w="2694" w:type="dxa"/>
            <w:vAlign w:val="center"/>
          </w:tcPr>
          <w:p w14:paraId="62FA63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3D316" w14:textId="67C84232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303D9208" w14:textId="77777777" w:rsidTr="00B819C8">
        <w:tc>
          <w:tcPr>
            <w:tcW w:w="2694" w:type="dxa"/>
            <w:vAlign w:val="center"/>
          </w:tcPr>
          <w:p w14:paraId="79D90FF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79576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DF2F410" w14:textId="77777777" w:rsidTr="00B819C8">
        <w:tc>
          <w:tcPr>
            <w:tcW w:w="2694" w:type="dxa"/>
            <w:vAlign w:val="center"/>
          </w:tcPr>
          <w:p w14:paraId="4517FF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9B78A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277A1C" w14:textId="77777777" w:rsidTr="00B819C8">
        <w:tc>
          <w:tcPr>
            <w:tcW w:w="2694" w:type="dxa"/>
            <w:vAlign w:val="center"/>
          </w:tcPr>
          <w:p w14:paraId="2C89D5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DE6723" w14:textId="0DFB50D0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E0C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3443D2" w14:textId="77777777" w:rsidTr="00B819C8">
        <w:tc>
          <w:tcPr>
            <w:tcW w:w="2694" w:type="dxa"/>
            <w:vAlign w:val="center"/>
          </w:tcPr>
          <w:p w14:paraId="06848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448F2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14:paraId="24248D99" w14:textId="77777777" w:rsidTr="00B819C8">
        <w:tc>
          <w:tcPr>
            <w:tcW w:w="2694" w:type="dxa"/>
            <w:vAlign w:val="center"/>
          </w:tcPr>
          <w:p w14:paraId="711AD7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BC1955" w14:textId="0EBAE562" w:rsidR="0085747A" w:rsidRPr="009C54AE" w:rsidRDefault="00CE0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2BDE64AF" w14:textId="77777777" w:rsidTr="00B819C8">
        <w:tc>
          <w:tcPr>
            <w:tcW w:w="2694" w:type="dxa"/>
            <w:vAlign w:val="center"/>
          </w:tcPr>
          <w:p w14:paraId="2958F78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1BF04C" w14:textId="1054F692" w:rsidR="00923D7D" w:rsidRPr="009C54AE" w:rsidRDefault="006C0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EEF8F20" w14:textId="77777777" w:rsidTr="00B819C8">
        <w:tc>
          <w:tcPr>
            <w:tcW w:w="2694" w:type="dxa"/>
            <w:vAlign w:val="center"/>
          </w:tcPr>
          <w:p w14:paraId="0DC95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4FDF5" w14:textId="139C80BB" w:rsidR="0085747A" w:rsidRPr="009C54AE" w:rsidRDefault="00812A3F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C02C04B" w14:textId="77777777" w:rsidTr="00B819C8">
        <w:tc>
          <w:tcPr>
            <w:tcW w:w="2694" w:type="dxa"/>
            <w:vAlign w:val="center"/>
          </w:tcPr>
          <w:p w14:paraId="175280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80849" w14:textId="633BA72D"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97ED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6D72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D8DD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AA4A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87C8A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AA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32DF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8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6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0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A4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A9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A3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33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9C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0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E6EE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58EF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7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467C" w14:textId="77777777" w:rsidR="00015B8F" w:rsidRPr="009C54AE" w:rsidRDefault="00A67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B7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2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56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EE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7D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37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FD07" w14:textId="747F05A9" w:rsidR="00015B8F" w:rsidRPr="009C54AE" w:rsidRDefault="00812A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20AD94B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7E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CD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2C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05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A3D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291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6E7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4CF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18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3E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E2F0D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2A37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AA6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DC482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C7BDE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CC3A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F8B10C" w14:textId="2980389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9AD0CC0" w14:textId="7F3C79DB"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ECEF1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0433A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8500E7" w14:textId="77777777" w:rsidTr="00745302">
        <w:tc>
          <w:tcPr>
            <w:tcW w:w="9670" w:type="dxa"/>
          </w:tcPr>
          <w:p w14:paraId="003DA8E5" w14:textId="5288B77A" w:rsidR="0085747A" w:rsidRPr="009C54AE" w:rsidRDefault="00A6711A" w:rsidP="00812A3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wychowawczo-resocjalizacyjnych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pedagogiki resocjalizacyjnej</w:t>
            </w:r>
            <w:r w:rsidR="00812A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 społecznej i diagnostyki resocjalizacyjnej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180821A" w14:textId="77777777"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BDBB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F7CA4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17D4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4D2E3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14:paraId="50DF3B06" w14:textId="77777777" w:rsidTr="00D70663">
        <w:tc>
          <w:tcPr>
            <w:tcW w:w="851" w:type="dxa"/>
            <w:vAlign w:val="center"/>
          </w:tcPr>
          <w:p w14:paraId="28F30CB0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3A7676" w14:textId="5CC64253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</w:t>
            </w:r>
            <w:r w:rsidR="00F6516C">
              <w:rPr>
                <w:rFonts w:ascii="Corbel" w:hAnsi="Corbel"/>
                <w:b w:val="0"/>
                <w:sz w:val="24"/>
                <w:szCs w:val="24"/>
              </w:rPr>
              <w:t>ryzykownych.</w:t>
            </w:r>
          </w:p>
        </w:tc>
      </w:tr>
      <w:tr w:rsidR="009938FF" w:rsidRPr="009C54AE" w14:paraId="132BFEED" w14:textId="77777777" w:rsidTr="00D70663">
        <w:tc>
          <w:tcPr>
            <w:tcW w:w="851" w:type="dxa"/>
            <w:vAlign w:val="center"/>
          </w:tcPr>
          <w:p w14:paraId="1EE82AD3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BBFABBB" w14:textId="77777777" w:rsidR="009938FF" w:rsidRPr="009C54AE" w:rsidRDefault="00463414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14:paraId="60DE85DF" w14:textId="77777777" w:rsidTr="00D70663">
        <w:tc>
          <w:tcPr>
            <w:tcW w:w="851" w:type="dxa"/>
            <w:vAlign w:val="center"/>
          </w:tcPr>
          <w:p w14:paraId="19DF8358" w14:textId="77777777"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EBE981E" w14:textId="7A176545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Wdrożenie do projektowania adekwatnych i skutecznych programów profilaktycznych i resocjalizacyjnych w oparciu o diagnozę </w:t>
            </w:r>
            <w:r w:rsidR="002A29E5">
              <w:rPr>
                <w:rFonts w:ascii="Corbel" w:hAnsi="Corbel"/>
                <w:b w:val="0"/>
                <w:sz w:val="24"/>
                <w:szCs w:val="24"/>
              </w:rPr>
              <w:t>resocjalizacyjną.</w:t>
            </w:r>
          </w:p>
        </w:tc>
      </w:tr>
      <w:tr w:rsidR="009938FF" w:rsidRPr="009C54AE" w14:paraId="652749E3" w14:textId="77777777" w:rsidTr="00D70663">
        <w:tc>
          <w:tcPr>
            <w:tcW w:w="851" w:type="dxa"/>
            <w:vAlign w:val="center"/>
          </w:tcPr>
          <w:p w14:paraId="53C2A715" w14:textId="77777777"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D90C01F" w14:textId="77777777" w:rsidR="009938FF" w:rsidRDefault="00B15975" w:rsidP="00F6516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14:paraId="2F4A87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3FBA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DF4E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87659F" w14:textId="77777777" w:rsidTr="0071620A">
        <w:tc>
          <w:tcPr>
            <w:tcW w:w="1701" w:type="dxa"/>
            <w:vAlign w:val="center"/>
          </w:tcPr>
          <w:p w14:paraId="1DC7BE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9A4E2C9" w14:textId="77777777" w:rsidR="00CE0C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2DAF1F9" w14:textId="7C07774A" w:rsidR="0085747A" w:rsidRPr="009C54AE" w:rsidRDefault="00CE0CF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481AA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14:paraId="3719A714" w14:textId="77777777" w:rsidTr="005E6E85">
        <w:tc>
          <w:tcPr>
            <w:tcW w:w="1701" w:type="dxa"/>
          </w:tcPr>
          <w:p w14:paraId="3E5253A9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7605E7F" w14:textId="1365E0FE" w:rsidR="009938FF" w:rsidRPr="009C54AE" w:rsidRDefault="00CE0CFF" w:rsidP="00F6516C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10244D"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diagnoza resocjalizacyjna,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program oddziaływań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="00327A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6516C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resocjalizacyjnych. </w:t>
            </w:r>
          </w:p>
        </w:tc>
        <w:tc>
          <w:tcPr>
            <w:tcW w:w="1873" w:type="dxa"/>
          </w:tcPr>
          <w:p w14:paraId="014F7D01" w14:textId="77777777"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14:paraId="471621C0" w14:textId="02DD519B" w:rsidR="00AC6667" w:rsidRPr="009938FF" w:rsidRDefault="00AC6667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10968E82" w14:textId="77777777" w:rsidTr="005E6E85">
        <w:tc>
          <w:tcPr>
            <w:tcW w:w="1701" w:type="dxa"/>
          </w:tcPr>
          <w:p w14:paraId="6E2B8C6B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B6E321" w14:textId="7A94BEF1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 xml:space="preserve">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14:paraId="5876926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14:paraId="5E341F03" w14:textId="7F905696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05FE55BD" w14:textId="77777777" w:rsidTr="005E6E85">
        <w:tc>
          <w:tcPr>
            <w:tcW w:w="1701" w:type="dxa"/>
          </w:tcPr>
          <w:p w14:paraId="7AE5D196" w14:textId="77777777"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A668D1" w14:textId="5CAD878C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14:paraId="23700D92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14:paraId="5410078C" w14:textId="5F56A9EF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A166CD" w:rsidRPr="009C54AE" w14:paraId="03D190D6" w14:textId="77777777" w:rsidTr="0010244D">
        <w:trPr>
          <w:trHeight w:val="375"/>
        </w:trPr>
        <w:tc>
          <w:tcPr>
            <w:tcW w:w="1701" w:type="dxa"/>
          </w:tcPr>
          <w:p w14:paraId="092BD8E7" w14:textId="77777777"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2CD3F5" w14:textId="73E4FED4" w:rsidR="00A166CD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0244D">
              <w:rPr>
                <w:rFonts w:ascii="Corbel" w:hAnsi="Corbel"/>
                <w:b w:val="0"/>
                <w:smallCaps w:val="0"/>
                <w:szCs w:val="24"/>
              </w:rPr>
              <w:t>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14:paraId="493EB899" w14:textId="77777777" w:rsidR="00A166CD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3CCC4721" w14:textId="1AC226E5" w:rsidR="003415F5" w:rsidRPr="009938FF" w:rsidRDefault="003415F5" w:rsidP="003415F5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938FF" w:rsidRPr="009C54AE" w14:paraId="2AC9AFEE" w14:textId="77777777" w:rsidTr="005E6E85">
        <w:tc>
          <w:tcPr>
            <w:tcW w:w="1701" w:type="dxa"/>
          </w:tcPr>
          <w:p w14:paraId="094B5EC2" w14:textId="7D457FCB"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B7EF698" w14:textId="48C8B9E8" w:rsidR="009938FF" w:rsidRPr="009C54AE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pracuje procedurę diagnostyczną konieczną do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prowadzenia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od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dział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ywa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ń profilak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tycznych                                           i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i uwzględni j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w projektowanych </w:t>
            </w:r>
            <w:r w:rsidR="002A29E5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niach. </w:t>
            </w:r>
          </w:p>
        </w:tc>
        <w:tc>
          <w:tcPr>
            <w:tcW w:w="1873" w:type="dxa"/>
          </w:tcPr>
          <w:p w14:paraId="433A418B" w14:textId="77777777" w:rsid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</w:t>
            </w:r>
            <w:r w:rsidR="00327AD9">
              <w:rPr>
                <w:rFonts w:ascii="Corbel" w:hAnsi="Corbel"/>
                <w:sz w:val="24"/>
              </w:rPr>
              <w:t>5</w:t>
            </w:r>
          </w:p>
          <w:p w14:paraId="40C6EEF3" w14:textId="255AD657" w:rsidR="00D45760" w:rsidRPr="009938FF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5634E901" w14:textId="77777777" w:rsidTr="005E6E85">
        <w:tc>
          <w:tcPr>
            <w:tcW w:w="1701" w:type="dxa"/>
          </w:tcPr>
          <w:p w14:paraId="166EF429" w14:textId="552A4919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999934D" w14:textId="18184FC1" w:rsidR="00B15975" w:rsidRDefault="00CE0CFF" w:rsidP="002A29E5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 xml:space="preserve">aprojektuje program </w:t>
            </w:r>
            <w:r w:rsidR="00AC6667">
              <w:rPr>
                <w:rFonts w:ascii="Corbel" w:hAnsi="Corbel"/>
                <w:b w:val="0"/>
                <w:smallCaps w:val="0"/>
                <w:szCs w:val="24"/>
              </w:rPr>
              <w:t>oddziaływań profilaktyczno-resocjalizacyjnych uwzględniający diagnozę</w:t>
            </w:r>
            <w:r w:rsidR="002D6FE3">
              <w:rPr>
                <w:rFonts w:ascii="Corbel" w:hAnsi="Corbel"/>
                <w:b w:val="0"/>
                <w:smallCaps w:val="0"/>
                <w:szCs w:val="24"/>
              </w:rPr>
              <w:t xml:space="preserve"> grupy, do której program jest skierowany.</w:t>
            </w:r>
          </w:p>
        </w:tc>
        <w:tc>
          <w:tcPr>
            <w:tcW w:w="1873" w:type="dxa"/>
          </w:tcPr>
          <w:p w14:paraId="298A6582" w14:textId="77777777"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14:paraId="53B4B29C" w14:textId="28DD9575"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B15975" w:rsidRPr="009C54AE" w14:paraId="102564AC" w14:textId="77777777" w:rsidTr="005E6E85">
        <w:tc>
          <w:tcPr>
            <w:tcW w:w="1701" w:type="dxa"/>
          </w:tcPr>
          <w:p w14:paraId="46DBBF81" w14:textId="7521A9EB"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3445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4E802B" w14:textId="7A10FEAE" w:rsidR="00B15975" w:rsidRDefault="00CE0CFF" w:rsidP="00AC666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14:paraId="1997D654" w14:textId="77777777"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14:paraId="63F20D0F" w14:textId="77777777"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14:paraId="71060CC9" w14:textId="57BB78C7" w:rsidR="00D45760" w:rsidRDefault="00D45760" w:rsidP="00D4576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14:paraId="0593D276" w14:textId="64F55414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77143" w14:textId="5CB0E3B1" w:rsidR="00AC6667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DAAA" w14:textId="77777777" w:rsidR="00AC6667" w:rsidRPr="009C54AE" w:rsidRDefault="00AC66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DA0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AB2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9D3D9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9DF834" w14:textId="77777777" w:rsidTr="00923D7D">
        <w:tc>
          <w:tcPr>
            <w:tcW w:w="9639" w:type="dxa"/>
          </w:tcPr>
          <w:p w14:paraId="7D4FE8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94CDCF" w14:textId="77777777" w:rsidTr="00923D7D">
        <w:tc>
          <w:tcPr>
            <w:tcW w:w="9639" w:type="dxa"/>
          </w:tcPr>
          <w:p w14:paraId="3047EE7C" w14:textId="77777777"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1A851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D73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2F8D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38C0FF9" w14:textId="77777777" w:rsidTr="00923D7D">
        <w:tc>
          <w:tcPr>
            <w:tcW w:w="9639" w:type="dxa"/>
          </w:tcPr>
          <w:p w14:paraId="5057635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CF4B7" w14:textId="77777777" w:rsidTr="00923D7D">
        <w:tc>
          <w:tcPr>
            <w:tcW w:w="9639" w:type="dxa"/>
          </w:tcPr>
          <w:p w14:paraId="6F4DA2D7" w14:textId="7FF83946" w:rsidR="0085747A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D45760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 xml:space="preserve">terminologia, cele, zadania działań profilaktycznych </w:t>
            </w:r>
            <w:r w:rsidR="002D6FE3">
              <w:rPr>
                <w:rFonts w:ascii="Corbel" w:hAnsi="Corbel"/>
                <w:sz w:val="24"/>
                <w:szCs w:val="24"/>
              </w:rPr>
              <w:t xml:space="preserve">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i resocjalizacyjnych. </w:t>
            </w:r>
          </w:p>
        </w:tc>
      </w:tr>
      <w:tr w:rsidR="00B15975" w:rsidRPr="009C54AE" w14:paraId="4F47DD17" w14:textId="77777777" w:rsidTr="00923D7D">
        <w:tc>
          <w:tcPr>
            <w:tcW w:w="9639" w:type="dxa"/>
          </w:tcPr>
          <w:p w14:paraId="3EF4C575" w14:textId="153327D3" w:rsidR="00B15975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i znaczenie zachowań ryzykowanych </w:t>
            </w:r>
            <w:r w:rsidR="00D45760">
              <w:rPr>
                <w:rFonts w:ascii="Corbel" w:hAnsi="Corbel"/>
                <w:sz w:val="24"/>
                <w:szCs w:val="24"/>
              </w:rPr>
              <w:t>dzieci, młodzieży i osób dorosłych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5975" w:rsidRPr="009C54AE" w14:paraId="736084F2" w14:textId="77777777" w:rsidTr="00923D7D">
        <w:tc>
          <w:tcPr>
            <w:tcW w:w="9639" w:type="dxa"/>
          </w:tcPr>
          <w:p w14:paraId="76B0B018" w14:textId="77777777" w:rsidR="00B15975" w:rsidRPr="009C54AE" w:rsidRDefault="00B15975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14:paraId="213C1DC9" w14:textId="77777777" w:rsidTr="00923D7D">
        <w:tc>
          <w:tcPr>
            <w:tcW w:w="9639" w:type="dxa"/>
          </w:tcPr>
          <w:p w14:paraId="58D93E69" w14:textId="77777777" w:rsidR="0010244D" w:rsidRDefault="0010244D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14:paraId="724D7F1B" w14:textId="77777777" w:rsidTr="00923D7D">
        <w:tc>
          <w:tcPr>
            <w:tcW w:w="9639" w:type="dxa"/>
          </w:tcPr>
          <w:p w14:paraId="1A4F611E" w14:textId="7B4E9F8B" w:rsidR="00B15975" w:rsidRPr="009C54AE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 i resocjalizacyjnych.</w:t>
            </w:r>
          </w:p>
        </w:tc>
      </w:tr>
      <w:tr w:rsidR="002D6FE3" w:rsidRPr="009C54AE" w14:paraId="36FC0546" w14:textId="77777777" w:rsidTr="00923D7D">
        <w:tc>
          <w:tcPr>
            <w:tcW w:w="9639" w:type="dxa"/>
          </w:tcPr>
          <w:p w14:paraId="283FE9E0" w14:textId="3EE868FA" w:rsidR="002D6FE3" w:rsidRDefault="002D6FE3" w:rsidP="002D6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i resocjalizacyjnych uwzględniającego diagnozę grupy, do której program jest skierowany.</w:t>
            </w:r>
          </w:p>
        </w:tc>
      </w:tr>
    </w:tbl>
    <w:p w14:paraId="03F973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689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84CA22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B515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7C726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3D1C8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7B4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3C9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CF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4941815" w14:textId="77777777" w:rsidTr="00C05F44">
        <w:tc>
          <w:tcPr>
            <w:tcW w:w="1985" w:type="dxa"/>
            <w:vAlign w:val="center"/>
          </w:tcPr>
          <w:p w14:paraId="6EF68B2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45895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B2F31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3EE4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790A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7E80A6" w14:textId="77777777" w:rsidTr="00C05F44">
        <w:tc>
          <w:tcPr>
            <w:tcW w:w="1985" w:type="dxa"/>
          </w:tcPr>
          <w:p w14:paraId="406C99C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154FB7B" w14:textId="77777777"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4406564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739C4B4" w14:textId="77777777" w:rsidTr="00C05F44">
        <w:tc>
          <w:tcPr>
            <w:tcW w:w="1985" w:type="dxa"/>
          </w:tcPr>
          <w:p w14:paraId="211A3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1E7027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8C135CC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500AF621" w14:textId="77777777" w:rsidTr="00C05F44">
        <w:tc>
          <w:tcPr>
            <w:tcW w:w="1985" w:type="dxa"/>
          </w:tcPr>
          <w:p w14:paraId="4E3BEEF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C4ADE01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0F33C4A0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261F687" w14:textId="77777777" w:rsidTr="00C05F44">
        <w:tc>
          <w:tcPr>
            <w:tcW w:w="1985" w:type="dxa"/>
          </w:tcPr>
          <w:p w14:paraId="4F913F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31B6D5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83FCB2B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B348B09" w14:textId="77777777" w:rsidTr="00C05F44">
        <w:tc>
          <w:tcPr>
            <w:tcW w:w="1985" w:type="dxa"/>
          </w:tcPr>
          <w:p w14:paraId="633B84F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D67DA9A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143A49F9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47D127" w14:textId="77777777" w:rsidTr="00C05F44">
        <w:tc>
          <w:tcPr>
            <w:tcW w:w="1985" w:type="dxa"/>
          </w:tcPr>
          <w:p w14:paraId="49C686E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311877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68465F2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14:paraId="13DEAD13" w14:textId="77777777" w:rsidTr="00C05F44">
        <w:tc>
          <w:tcPr>
            <w:tcW w:w="1985" w:type="dxa"/>
          </w:tcPr>
          <w:p w14:paraId="4E2F8FA5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1A69BEA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3FB813DC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B75702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35B6B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2C22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DBEEDC" w14:textId="77777777" w:rsidTr="002D6FE3">
        <w:trPr>
          <w:trHeight w:val="609"/>
        </w:trPr>
        <w:tc>
          <w:tcPr>
            <w:tcW w:w="9670" w:type="dxa"/>
          </w:tcPr>
          <w:p w14:paraId="59307699" w14:textId="77777777"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14:paraId="3342B9BA" w14:textId="77777777" w:rsidR="00B07B33" w:rsidRPr="009C54AE" w:rsidRDefault="00B07B33" w:rsidP="002D6F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14:paraId="0D6743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83BD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0FCC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216E" w14:textId="77777777" w:rsidTr="003E1941">
        <w:tc>
          <w:tcPr>
            <w:tcW w:w="4962" w:type="dxa"/>
            <w:vAlign w:val="center"/>
          </w:tcPr>
          <w:p w14:paraId="43333D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D059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79E0CD" w14:textId="77777777" w:rsidTr="00923D7D">
        <w:tc>
          <w:tcPr>
            <w:tcW w:w="4962" w:type="dxa"/>
          </w:tcPr>
          <w:p w14:paraId="476B308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632AF3E" w14:textId="77777777" w:rsidR="0085747A" w:rsidRPr="009C54AE" w:rsidRDefault="00B07B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0CF895E" w14:textId="77777777" w:rsidTr="00923D7D">
        <w:tc>
          <w:tcPr>
            <w:tcW w:w="4962" w:type="dxa"/>
          </w:tcPr>
          <w:p w14:paraId="0BB1D4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4042EB6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24EB88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AA7AF" w14:textId="21E65263" w:rsidR="00A86535" w:rsidRPr="009C54AE" w:rsidRDefault="00367B77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C304635" w14:textId="77777777" w:rsidTr="00923D7D">
        <w:tc>
          <w:tcPr>
            <w:tcW w:w="4962" w:type="dxa"/>
          </w:tcPr>
          <w:p w14:paraId="04D595BF" w14:textId="286CBB48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0861">
              <w:rPr>
                <w:rFonts w:ascii="Corbel" w:hAnsi="Corbel"/>
                <w:sz w:val="24"/>
                <w:szCs w:val="24"/>
              </w:rPr>
              <w:t>:</w:t>
            </w:r>
          </w:p>
          <w:p w14:paraId="0FB079B6" w14:textId="77777777" w:rsidR="00C80861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2B32204" w14:textId="77777777" w:rsidR="00C61DC5" w:rsidRDefault="00B07B33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086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80861">
              <w:rPr>
                <w:rFonts w:ascii="Corbel" w:hAnsi="Corbel"/>
                <w:sz w:val="24"/>
                <w:szCs w:val="24"/>
              </w:rPr>
              <w:t>;</w:t>
            </w:r>
          </w:p>
          <w:p w14:paraId="10DE8104" w14:textId="5E0B5A17" w:rsidR="00C80861" w:rsidRPr="00C80861" w:rsidRDefault="00C80861" w:rsidP="00C8086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3B446316" w14:textId="0F95136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28FD9" w14:textId="77777777"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0726D0" w14:textId="77777777" w:rsidR="00C80861" w:rsidRDefault="00C8086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831CD5D" w14:textId="07E653AB" w:rsidR="00C80861" w:rsidRDefault="00367B7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3083043" w14:textId="5962179C" w:rsidR="00C80861" w:rsidRPr="009C54AE" w:rsidRDefault="00367B7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ED797A2" w14:textId="77777777" w:rsidTr="00923D7D">
        <w:tc>
          <w:tcPr>
            <w:tcW w:w="4962" w:type="dxa"/>
          </w:tcPr>
          <w:p w14:paraId="530222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F3E652" w14:textId="772B9670" w:rsidR="0085747A" w:rsidRPr="009C54AE" w:rsidRDefault="00C80861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E6BC589" w14:textId="77777777" w:rsidTr="00923D7D">
        <w:tc>
          <w:tcPr>
            <w:tcW w:w="4962" w:type="dxa"/>
          </w:tcPr>
          <w:p w14:paraId="7FE0CC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005939" w14:textId="295D79A3" w:rsidR="0085747A" w:rsidRPr="009C54AE" w:rsidRDefault="002D6F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85EC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DEA6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9C5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4109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DE96DBE" w14:textId="77777777" w:rsidTr="0071620A">
        <w:trPr>
          <w:trHeight w:val="397"/>
        </w:trPr>
        <w:tc>
          <w:tcPr>
            <w:tcW w:w="3544" w:type="dxa"/>
          </w:tcPr>
          <w:p w14:paraId="130C34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34428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B05B6CA" w14:textId="77777777" w:rsidTr="0071620A">
        <w:trPr>
          <w:trHeight w:val="397"/>
        </w:trPr>
        <w:tc>
          <w:tcPr>
            <w:tcW w:w="3544" w:type="dxa"/>
          </w:tcPr>
          <w:p w14:paraId="6F23E2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A3BFE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254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5FD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076FC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87C935E" w14:textId="77777777" w:rsidTr="0071620A">
        <w:trPr>
          <w:trHeight w:val="397"/>
        </w:trPr>
        <w:tc>
          <w:tcPr>
            <w:tcW w:w="7513" w:type="dxa"/>
          </w:tcPr>
          <w:p w14:paraId="4358F7E5" w14:textId="77777777" w:rsidR="0085747A" w:rsidRPr="00DB17D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72ADFA9" w14:textId="01DCBC3B" w:rsidR="00B07B33" w:rsidRDefault="00B07B33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14:paraId="6E62B76A" w14:textId="4CC32776" w:rsidR="0002352D" w:rsidRDefault="0002352D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14:paraId="75CDC9BB" w14:textId="151E5870" w:rsidR="00DB17D1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14:paraId="483386BF" w14:textId="124C5EB9" w:rsidR="00DB17D1" w:rsidRPr="00792507" w:rsidRDefault="00DB17D1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</w:t>
            </w:r>
            <w:r w:rsidR="007925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ujęciu psychopedagogicznym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52D33D92" w14:textId="0038875D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Salezjańskie,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14:paraId="1DFB5886" w14:textId="5D0D9578" w:rsidR="003270E9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235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Zielona Góra 2004. </w:t>
            </w:r>
          </w:p>
          <w:p w14:paraId="4C29A901" w14:textId="77777777" w:rsidR="00B07B33" w:rsidRDefault="003270E9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 w:rsidR="000235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i zakładach poprawczych i schroniskach dla nieletnich </w:t>
            </w:r>
            <w:r w:rsidR="00DB17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        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B1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 Śląski,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 2018. </w:t>
            </w:r>
          </w:p>
          <w:p w14:paraId="2E5D1E92" w14:textId="77777777" w:rsidR="00F9243B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4E7FD0DD" w14:textId="2B1946B3" w:rsidR="00F9243B" w:rsidRPr="00A45F53" w:rsidRDefault="00F9243B" w:rsidP="007925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 w:rsidR="00A45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5747A" w:rsidRPr="009C54AE" w14:paraId="18AB3ABF" w14:textId="77777777" w:rsidTr="0071620A">
        <w:trPr>
          <w:trHeight w:val="397"/>
        </w:trPr>
        <w:tc>
          <w:tcPr>
            <w:tcW w:w="7513" w:type="dxa"/>
          </w:tcPr>
          <w:p w14:paraId="7E2E31E5" w14:textId="77777777" w:rsidR="0085747A" w:rsidRPr="00792507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D3D1999" w14:textId="37E1AD35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Wyższa Szkoła Policji,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3C0BE2B7" w14:textId="0771B0B2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925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Uniwersytet Śląski,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2014.</w:t>
            </w:r>
          </w:p>
          <w:p w14:paraId="2F05620B" w14:textId="47CA14E8" w:rsid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7C8F187C" w14:textId="1DB5B445" w:rsidR="00132372" w:rsidRPr="003270E9" w:rsidRDefault="003270E9" w:rsidP="001C24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C2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14:paraId="7BF961DD" w14:textId="77777777"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C4922" w14:textId="77777777"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97F4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97F4BB" w16cid:durableId="26E13E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CAA20" w14:textId="77777777" w:rsidR="00BF197F" w:rsidRDefault="00BF197F" w:rsidP="00C16ABF">
      <w:pPr>
        <w:spacing w:after="0" w:line="240" w:lineRule="auto"/>
      </w:pPr>
      <w:r>
        <w:separator/>
      </w:r>
    </w:p>
  </w:endnote>
  <w:endnote w:type="continuationSeparator" w:id="0">
    <w:p w14:paraId="084E1F5B" w14:textId="77777777" w:rsidR="00BF197F" w:rsidRDefault="00BF19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70335" w14:textId="77777777" w:rsidR="00BF197F" w:rsidRDefault="00BF197F" w:rsidP="00C16ABF">
      <w:pPr>
        <w:spacing w:after="0" w:line="240" w:lineRule="auto"/>
      </w:pPr>
      <w:r>
        <w:separator/>
      </w:r>
    </w:p>
  </w:footnote>
  <w:footnote w:type="continuationSeparator" w:id="0">
    <w:p w14:paraId="34D201CE" w14:textId="77777777" w:rsidR="00BF197F" w:rsidRDefault="00BF197F" w:rsidP="00C16ABF">
      <w:pPr>
        <w:spacing w:after="0" w:line="240" w:lineRule="auto"/>
      </w:pPr>
      <w:r>
        <w:continuationSeparator/>
      </w:r>
    </w:p>
  </w:footnote>
  <w:footnote w:id="1">
    <w:p w14:paraId="4B77E2A0" w14:textId="683152C1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</w:t>
      </w:r>
      <w:r w:rsidR="00CE0CFF">
        <w:t>ó</w:t>
      </w:r>
      <w:r>
        <w:t xml:space="preserve">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82F36"/>
    <w:multiLevelType w:val="hybridMultilevel"/>
    <w:tmpl w:val="EE2E1DC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66088"/>
    <w:multiLevelType w:val="hybridMultilevel"/>
    <w:tmpl w:val="26AC0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465"/>
    <w:rsid w:val="001D657B"/>
    <w:rsid w:val="001D7B54"/>
    <w:rsid w:val="001E0209"/>
    <w:rsid w:val="001F2CA2"/>
    <w:rsid w:val="001F44C7"/>
    <w:rsid w:val="002144C0"/>
    <w:rsid w:val="0022216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9E5"/>
    <w:rsid w:val="002A671D"/>
    <w:rsid w:val="002B4D55"/>
    <w:rsid w:val="002B5EA0"/>
    <w:rsid w:val="002B6119"/>
    <w:rsid w:val="002B6FFE"/>
    <w:rsid w:val="002C1F06"/>
    <w:rsid w:val="002D3375"/>
    <w:rsid w:val="002D6FE3"/>
    <w:rsid w:val="002D73D4"/>
    <w:rsid w:val="002F02A3"/>
    <w:rsid w:val="002F4ABE"/>
    <w:rsid w:val="003018BA"/>
    <w:rsid w:val="0030395F"/>
    <w:rsid w:val="00305C92"/>
    <w:rsid w:val="003151C5"/>
    <w:rsid w:val="003270E9"/>
    <w:rsid w:val="00327AD9"/>
    <w:rsid w:val="003343CF"/>
    <w:rsid w:val="003415F5"/>
    <w:rsid w:val="00346FE9"/>
    <w:rsid w:val="0034759A"/>
    <w:rsid w:val="003503F6"/>
    <w:rsid w:val="003530DD"/>
    <w:rsid w:val="00363F78"/>
    <w:rsid w:val="00367B77"/>
    <w:rsid w:val="00371E7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B06"/>
    <w:rsid w:val="00696477"/>
    <w:rsid w:val="006A3FA7"/>
    <w:rsid w:val="006C09B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2507"/>
    <w:rsid w:val="007A4022"/>
    <w:rsid w:val="007A6E6E"/>
    <w:rsid w:val="007C3299"/>
    <w:rsid w:val="007C3BCC"/>
    <w:rsid w:val="007C4546"/>
    <w:rsid w:val="007D6E56"/>
    <w:rsid w:val="007F1652"/>
    <w:rsid w:val="007F4155"/>
    <w:rsid w:val="00812A3F"/>
    <w:rsid w:val="0081554D"/>
    <w:rsid w:val="0081707E"/>
    <w:rsid w:val="008445E2"/>
    <w:rsid w:val="008449B3"/>
    <w:rsid w:val="0085747A"/>
    <w:rsid w:val="008655B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01F"/>
    <w:rsid w:val="008E64F4"/>
    <w:rsid w:val="008F12C9"/>
    <w:rsid w:val="008F6E29"/>
    <w:rsid w:val="00916188"/>
    <w:rsid w:val="00921E01"/>
    <w:rsid w:val="00923D7D"/>
    <w:rsid w:val="00934451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45F53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B1FD3"/>
    <w:rsid w:val="00AC666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197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0861"/>
    <w:rsid w:val="00C94B98"/>
    <w:rsid w:val="00CA2B96"/>
    <w:rsid w:val="00CA5089"/>
    <w:rsid w:val="00CB42CB"/>
    <w:rsid w:val="00CD6897"/>
    <w:rsid w:val="00CE0CFF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760"/>
    <w:rsid w:val="00D552B2"/>
    <w:rsid w:val="00D608D1"/>
    <w:rsid w:val="00D74119"/>
    <w:rsid w:val="00D77A15"/>
    <w:rsid w:val="00D8075B"/>
    <w:rsid w:val="00D8678B"/>
    <w:rsid w:val="00DA02C0"/>
    <w:rsid w:val="00DA2114"/>
    <w:rsid w:val="00DB17D1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6516C"/>
    <w:rsid w:val="00F7066B"/>
    <w:rsid w:val="00F83B28"/>
    <w:rsid w:val="00F924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7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E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E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E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E7AB-4291-4A1D-AAC9-82EFCCC9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124</TotalTime>
  <Pages>1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13</cp:revision>
  <cp:lastPrinted>2019-02-06T12:12:00Z</cp:lastPrinted>
  <dcterms:created xsi:type="dcterms:W3CDTF">2019-11-02T19:51:00Z</dcterms:created>
  <dcterms:modified xsi:type="dcterms:W3CDTF">2022-10-17T09:03:00Z</dcterms:modified>
</cp:coreProperties>
</file>